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C47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8B031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8B03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27.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8B031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B0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Источна  Европа: географске  одлике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03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8B03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B0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  са ученицима усвојено знање  о  географских  одлика  Источне  Европе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8B0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Утврдити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нова знања о </w:t>
            </w:r>
            <w:r w:rsidR="008B0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географским  одликама   Источне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Европе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8B0316" w:rsidRPr="008B0316" w:rsidRDefault="008B0316" w:rsidP="008B03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0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-анализира  утицај  природногеографских  одлика  регије на  њене  друштвеногеографске  одлике</w:t>
            </w:r>
          </w:p>
          <w:p w:rsidR="008B0316" w:rsidRPr="005F7634" w:rsidRDefault="008B0316" w:rsidP="008B03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0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на  карти  покаже  најважније  географске  објекте регије</w:t>
            </w:r>
          </w:p>
          <w:p w:rsidR="00D0461E" w:rsidRPr="005F7634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 1.1.3. Препознаје и чита географске и допунске елементе карте - чита називе мора, острва као и планина,  низија   на простору  </w:t>
            </w:r>
            <w:r w:rsidR="00152D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Источне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Европе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ГЕ1.4.2. Препознаје основне  </w:t>
            </w:r>
            <w:r w:rsidR="00152D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географске  одлике  Источне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Европе</w:t>
            </w:r>
          </w:p>
          <w:p w:rsidR="00670648" w:rsidRPr="00466279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ГЕ2.1.2. Одређује положај места и тачака на географској карти –  мора, об</w:t>
            </w:r>
            <w:r w:rsidR="00152D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лика  рељефа на простору Источне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Европе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670648" w:rsidRPr="00545C96" w:rsidRDefault="00152DC7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ГЕ2.4.2. Описује  географске  одлике   Источне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Европе.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5F7634" w:rsidRPr="005F7634" w:rsidRDefault="005F7634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ГЕ3.1.1. Анализира географску карту и доноси закључке о значају   географског  положаја  </w:t>
            </w:r>
            <w:r w:rsidR="00152D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  географске  одлике  Источне</w:t>
            </w: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Европе</w:t>
            </w:r>
          </w:p>
          <w:p w:rsidR="00664F16" w:rsidRPr="005F7634" w:rsidRDefault="005F7634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ГЕ3.4.3. Објашњава географс</w:t>
            </w:r>
            <w:r w:rsidR="00152D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ке везе и законитости   у  Источ</w:t>
            </w: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ној Европи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152D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</w:t>
            </w:r>
            <w:r w:rsidR="00152D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Вежбанка  за  географију 7.  разред (неме карте), издање  Завод  за  уџбенике,</w:t>
            </w:r>
            <w:r w:rsidR="00152D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Београд,  зидна  карта  Европе,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152DC7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Саопштавамо  ученицима  да  ће </w:t>
            </w:r>
            <w:r w:rsidR="004B66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утврђивање  градива  о  Иточној   Европи  </w:t>
            </w:r>
            <w:r w:rsidR="004B66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извршити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давањем  одговора  на  питања</w:t>
            </w:r>
            <w:r w:rsidR="004B66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 уз  помоћ  географског  ат</w:t>
            </w:r>
            <w:r w:rsidR="004B66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F656B7" w:rsidRDefault="005F7634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152D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Постављамо  питања:        </w:t>
            </w:r>
          </w:p>
          <w:p w:rsidR="00F656B7" w:rsidRDefault="004B6626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-Које  су  државе  Источне  Е</w:t>
            </w:r>
            <w:r w:rsidR="00F65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F65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настале после  распада  СССР-а 1991?</w:t>
            </w:r>
          </w:p>
          <w:p w:rsidR="00F656B7" w:rsidRDefault="00F656B7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-Наведи  три  Балтичке  републике.</w:t>
            </w:r>
          </w:p>
          <w:p w:rsidR="00F656B7" w:rsidRDefault="004B6626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-Која је  највећ</w:t>
            </w:r>
            <w:r w:rsidR="00F65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 континенталан  земља  Европе?</w:t>
            </w:r>
          </w:p>
          <w:p w:rsidR="00F656B7" w:rsidRDefault="00F656B7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-Дефиниши </w:t>
            </w:r>
            <w:r w:rsidR="004B66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границу  Источне 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</w:t>
            </w:r>
            <w:r w:rsidR="004B66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4B66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истоку.</w:t>
            </w:r>
          </w:p>
          <w:p w:rsidR="00F656B7" w:rsidRDefault="00F656B7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-Кроз које т</w:t>
            </w:r>
            <w:r w:rsidR="004B66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лотне  појасеве  се простире  Источна  Европа?</w:t>
            </w:r>
          </w:p>
          <w:p w:rsidR="00F656B7" w:rsidRDefault="00F656B7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-Која  се  побрђа  истичу  у  Источноевропској  низији?</w:t>
            </w:r>
            <w:r w:rsidR="00152D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</w:p>
          <w:p w:rsidR="00F656B7" w:rsidRDefault="00F656B7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-Какву  климу  има  полуострво  Крим?</w:t>
            </w:r>
          </w:p>
          <w:p w:rsidR="00F656B7" w:rsidRDefault="00F656B7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појам  «руска  зима».</w:t>
            </w:r>
          </w:p>
          <w:p w:rsidR="00F656B7" w:rsidRDefault="00F656B7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-Где извире  и  где  се  улива  река  Волга?</w:t>
            </w:r>
          </w:p>
          <w:p w:rsidR="00F656B7" w:rsidRDefault="00F656B7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-Које државе  излазе  на  Каспијско  језеро?</w:t>
            </w:r>
          </w:p>
          <w:p w:rsidR="00F656B7" w:rsidRDefault="00F656B7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-Шта  су  степе</w:t>
            </w:r>
            <w:r w:rsidR="004B66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који део  Источне  Европе  захватају?</w:t>
            </w:r>
          </w:p>
          <w:p w:rsidR="00F656B7" w:rsidRDefault="00F656B7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-Који су </w:t>
            </w:r>
            <w:r w:rsidR="004B66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најбројнији  народи  Источне 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вропе?</w:t>
            </w:r>
          </w:p>
          <w:p w:rsidR="00F656B7" w:rsidRDefault="00F656B7" w:rsidP="00152D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-Упореди најважније  пољо</w:t>
            </w:r>
            <w:r w:rsidR="004B66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привредне  производе  Јужне и 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4B66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очне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 и  објасни  разлику.</w:t>
            </w:r>
          </w:p>
          <w:p w:rsidR="005F7634" w:rsidRPr="00545C96" w:rsidRDefault="004B6626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 ком делу  Источне Е</w:t>
            </w:r>
            <w:r w:rsidR="00F65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 се може  наћи  ћилибар?</w:t>
            </w:r>
            <w:r w:rsidR="00152D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65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4B6626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Вршимо</w:t>
            </w:r>
            <w:r w:rsidR="00B9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евалуацију  одговора  и  дајемо </w:t>
            </w:r>
            <w:r w:rsidR="00B9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 образлажемо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оцене.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Pr="00E3469D" w:rsidRDefault="00606767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52DC7"/>
    <w:rsid w:val="00177289"/>
    <w:rsid w:val="001C6C13"/>
    <w:rsid w:val="002365E8"/>
    <w:rsid w:val="003321C2"/>
    <w:rsid w:val="00391413"/>
    <w:rsid w:val="003F1D6D"/>
    <w:rsid w:val="00417219"/>
    <w:rsid w:val="00466279"/>
    <w:rsid w:val="004B6626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B0316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95758"/>
    <w:rsid w:val="00BA107D"/>
    <w:rsid w:val="00BF20E4"/>
    <w:rsid w:val="00C379D6"/>
    <w:rsid w:val="00C70D9C"/>
    <w:rsid w:val="00C81044"/>
    <w:rsid w:val="00CC0911"/>
    <w:rsid w:val="00D0461E"/>
    <w:rsid w:val="00DB7062"/>
    <w:rsid w:val="00DC47A0"/>
    <w:rsid w:val="00DE65D7"/>
    <w:rsid w:val="00E3469D"/>
    <w:rsid w:val="00E4334D"/>
    <w:rsid w:val="00F05659"/>
    <w:rsid w:val="00F07D73"/>
    <w:rsid w:val="00F137B9"/>
    <w:rsid w:val="00F57D30"/>
    <w:rsid w:val="00F6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6FDB6-A157-4EE1-83B6-71B1DCBE9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dcterms:created xsi:type="dcterms:W3CDTF">2020-07-03T15:49:00Z</dcterms:created>
  <dcterms:modified xsi:type="dcterms:W3CDTF">2020-07-07T16:58:00Z</dcterms:modified>
</cp:coreProperties>
</file>